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BB" w:rsidRPr="0019216E" w:rsidRDefault="008607BB" w:rsidP="006E1C62">
      <w:pPr>
        <w:rPr>
          <w:rFonts w:ascii="Tahoma" w:hAnsi="Tahoma" w:cs="Tahoma"/>
          <w:b/>
          <w:bCs/>
          <w:sz w:val="20"/>
          <w:szCs w:val="20"/>
        </w:rPr>
      </w:pPr>
    </w:p>
    <w:p w:rsidR="008607BB" w:rsidRPr="0019216E" w:rsidRDefault="008607BB">
      <w:pPr>
        <w:shd w:val="clear" w:color="auto" w:fill="FFFFFF"/>
        <w:spacing w:line="240" w:lineRule="atLeast"/>
        <w:ind w:left="5664"/>
        <w:jc w:val="both"/>
        <w:rPr>
          <w:rFonts w:ascii="Tahoma" w:hAnsi="Tahoma" w:cs="Tahoma"/>
          <w:i/>
          <w:iCs/>
          <w:sz w:val="20"/>
          <w:szCs w:val="20"/>
        </w:rPr>
      </w:pPr>
    </w:p>
    <w:p w:rsidR="008607BB" w:rsidRPr="0019216E" w:rsidRDefault="008607BB">
      <w:pPr>
        <w:shd w:val="clear" w:color="auto" w:fill="FFFFFF"/>
        <w:spacing w:line="240" w:lineRule="atLeast"/>
        <w:jc w:val="both"/>
        <w:rPr>
          <w:rFonts w:ascii="Tahoma" w:hAnsi="Tahoma" w:cs="Tahoma"/>
          <w:b/>
          <w:bCs/>
          <w:sz w:val="20"/>
          <w:szCs w:val="20"/>
        </w:rPr>
      </w:pPr>
    </w:p>
    <w:p w:rsidR="008607BB" w:rsidRPr="0019216E" w:rsidRDefault="008607B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……………………….…..</w:t>
      </w:r>
      <w:r w:rsidRPr="0019216E">
        <w:rPr>
          <w:rFonts w:ascii="Tahoma" w:hAnsi="Tahoma" w:cs="Tahoma"/>
          <w:sz w:val="20"/>
          <w:szCs w:val="20"/>
        </w:rPr>
        <w:tab/>
      </w:r>
      <w:r w:rsidRPr="0019216E">
        <w:rPr>
          <w:rFonts w:ascii="Tahoma" w:hAnsi="Tahoma" w:cs="Tahoma"/>
          <w:sz w:val="20"/>
          <w:szCs w:val="20"/>
        </w:rPr>
        <w:tab/>
      </w:r>
      <w:r w:rsidRPr="0019216E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 ……</w:t>
      </w:r>
      <w:r w:rsidRPr="0019216E">
        <w:rPr>
          <w:rFonts w:ascii="Tahoma" w:hAnsi="Tahoma" w:cs="Tahoma"/>
          <w:sz w:val="20"/>
          <w:szCs w:val="20"/>
        </w:rPr>
        <w:t>……</w:t>
      </w:r>
      <w:r>
        <w:rPr>
          <w:rFonts w:ascii="Tahoma" w:hAnsi="Tahoma" w:cs="Tahoma"/>
          <w:sz w:val="20"/>
          <w:szCs w:val="20"/>
        </w:rPr>
        <w:t>..</w:t>
      </w:r>
      <w:r w:rsidRPr="0019216E">
        <w:rPr>
          <w:rFonts w:ascii="Tahoma" w:hAnsi="Tahoma" w:cs="Tahoma"/>
          <w:sz w:val="20"/>
          <w:szCs w:val="20"/>
        </w:rPr>
        <w:t>…………..</w:t>
      </w:r>
      <w:r>
        <w:rPr>
          <w:rFonts w:ascii="Tahoma" w:hAnsi="Tahoma" w:cs="Tahoma"/>
          <w:sz w:val="20"/>
          <w:szCs w:val="20"/>
        </w:rPr>
        <w:t xml:space="preserve">, dnia </w:t>
      </w:r>
      <w:r w:rsidRPr="0019216E">
        <w:rPr>
          <w:rFonts w:ascii="Tahoma" w:hAnsi="Tahoma" w:cs="Tahoma"/>
          <w:sz w:val="20"/>
          <w:szCs w:val="20"/>
        </w:rPr>
        <w:t>……………..</w:t>
      </w:r>
      <w:r>
        <w:rPr>
          <w:rFonts w:ascii="Tahoma" w:hAnsi="Tahoma" w:cs="Tahoma"/>
          <w:sz w:val="20"/>
          <w:szCs w:val="20"/>
        </w:rPr>
        <w:t xml:space="preserve"> 2013 roku</w:t>
      </w:r>
    </w:p>
    <w:p w:rsidR="008607BB" w:rsidRPr="0019216E" w:rsidRDefault="008607BB">
      <w:pPr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>pieczątka organizacji</w:t>
      </w:r>
    </w:p>
    <w:p w:rsidR="008607BB" w:rsidRPr="0019216E" w:rsidRDefault="008607BB">
      <w:pPr>
        <w:rPr>
          <w:rFonts w:ascii="Tahoma" w:hAnsi="Tahoma" w:cs="Tahoma"/>
          <w:sz w:val="20"/>
          <w:szCs w:val="20"/>
        </w:rPr>
      </w:pPr>
    </w:p>
    <w:p w:rsidR="008607BB" w:rsidRPr="0019216E" w:rsidRDefault="008607BB">
      <w:pPr>
        <w:rPr>
          <w:rFonts w:ascii="Tahoma" w:hAnsi="Tahoma" w:cs="Tahoma"/>
          <w:sz w:val="20"/>
          <w:szCs w:val="20"/>
        </w:rPr>
      </w:pPr>
    </w:p>
    <w:p w:rsidR="008607BB" w:rsidRDefault="008607BB">
      <w:pPr>
        <w:ind w:left="55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Krajowe Biuro</w:t>
      </w:r>
    </w:p>
    <w:p w:rsidR="008607BB" w:rsidRPr="0019216E" w:rsidRDefault="008607BB">
      <w:pPr>
        <w:ind w:left="55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ds. Przeciwdziałania Narkomanii</w:t>
      </w:r>
    </w:p>
    <w:p w:rsidR="008607BB" w:rsidRPr="0019216E" w:rsidRDefault="008607BB">
      <w:pPr>
        <w:ind w:left="5580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>Ul</w:t>
      </w:r>
      <w:r>
        <w:rPr>
          <w:rFonts w:ascii="Tahoma" w:hAnsi="Tahoma" w:cs="Tahoma"/>
          <w:sz w:val="20"/>
          <w:szCs w:val="20"/>
        </w:rPr>
        <w:t>. Dereniowa 52/54</w:t>
      </w:r>
    </w:p>
    <w:p w:rsidR="008607BB" w:rsidRPr="0019216E" w:rsidRDefault="008607BB">
      <w:pPr>
        <w:ind w:left="55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02-776</w:t>
      </w:r>
      <w:r w:rsidRPr="0019216E">
        <w:rPr>
          <w:rFonts w:ascii="Tahoma" w:hAnsi="Tahoma" w:cs="Tahoma"/>
          <w:sz w:val="20"/>
          <w:szCs w:val="20"/>
        </w:rPr>
        <w:t xml:space="preserve"> Warszawa</w:t>
      </w:r>
    </w:p>
    <w:p w:rsidR="008607BB" w:rsidRPr="0019216E" w:rsidRDefault="008607BB">
      <w:pPr>
        <w:ind w:left="5580"/>
        <w:rPr>
          <w:rFonts w:ascii="Tahoma" w:hAnsi="Tahoma" w:cs="Tahoma"/>
          <w:sz w:val="20"/>
          <w:szCs w:val="20"/>
        </w:rPr>
      </w:pPr>
    </w:p>
    <w:p w:rsidR="008607BB" w:rsidRPr="0019216E" w:rsidRDefault="008607BB">
      <w:pPr>
        <w:jc w:val="both"/>
        <w:rPr>
          <w:rFonts w:ascii="Tahoma" w:hAnsi="Tahoma" w:cs="Tahoma"/>
          <w:sz w:val="20"/>
          <w:szCs w:val="20"/>
        </w:rPr>
      </w:pPr>
    </w:p>
    <w:p w:rsidR="008607BB" w:rsidRDefault="008607B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8607BB" w:rsidRPr="0019216E" w:rsidRDefault="008607B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9216E">
        <w:rPr>
          <w:rFonts w:ascii="Tahoma" w:hAnsi="Tahoma" w:cs="Tahoma"/>
          <w:b/>
          <w:bCs/>
          <w:sz w:val="22"/>
          <w:szCs w:val="22"/>
        </w:rPr>
        <w:t>O Ś W I A D C Z E N I E</w:t>
      </w:r>
      <w:r>
        <w:rPr>
          <w:rFonts w:ascii="Tahoma" w:hAnsi="Tahoma" w:cs="Tahoma"/>
          <w:b/>
          <w:bCs/>
          <w:sz w:val="22"/>
          <w:szCs w:val="22"/>
        </w:rPr>
        <w:t xml:space="preserve">       </w:t>
      </w:r>
      <w:r w:rsidRPr="0019216E">
        <w:rPr>
          <w:rFonts w:ascii="Tahoma" w:hAnsi="Tahoma" w:cs="Tahoma"/>
          <w:b/>
          <w:bCs/>
          <w:sz w:val="22"/>
          <w:szCs w:val="22"/>
        </w:rPr>
        <w:t>O F E R E N T A</w:t>
      </w:r>
    </w:p>
    <w:p w:rsidR="008607BB" w:rsidRPr="0019216E" w:rsidRDefault="008607BB" w:rsidP="00DF5FB7">
      <w:pPr>
        <w:rPr>
          <w:rFonts w:ascii="Tahoma" w:hAnsi="Tahoma" w:cs="Tahoma"/>
          <w:b/>
          <w:bCs/>
          <w:sz w:val="20"/>
          <w:szCs w:val="20"/>
        </w:rPr>
      </w:pPr>
    </w:p>
    <w:p w:rsidR="008607BB" w:rsidRPr="0019216E" w:rsidRDefault="008607BB">
      <w:pPr>
        <w:rPr>
          <w:rFonts w:ascii="Tahoma" w:hAnsi="Tahoma" w:cs="Tahoma"/>
          <w:sz w:val="20"/>
          <w:szCs w:val="20"/>
        </w:rPr>
      </w:pPr>
    </w:p>
    <w:p w:rsidR="008607BB" w:rsidRPr="0019216E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ab/>
        <w:t>W związku z ubieganiem się o wsparcie/powierzenie</w:t>
      </w:r>
      <w:r w:rsidRPr="0019216E">
        <w:rPr>
          <w:rStyle w:val="FootnoteReference"/>
          <w:rFonts w:ascii="Tahoma" w:hAnsi="Tahoma" w:cs="Tahoma"/>
          <w:sz w:val="20"/>
          <w:szCs w:val="20"/>
        </w:rPr>
        <w:footnoteReference w:customMarkFollows="1" w:id="1"/>
        <w:sym w:font="Symbol" w:char="F02A"/>
      </w:r>
      <w:r w:rsidRPr="0019216E">
        <w:rPr>
          <w:rFonts w:ascii="Tahoma" w:hAnsi="Tahoma" w:cs="Tahoma"/>
          <w:sz w:val="20"/>
          <w:szCs w:val="20"/>
        </w:rPr>
        <w:t xml:space="preserve"> zadania publicznego </w:t>
      </w:r>
      <w:r>
        <w:rPr>
          <w:rFonts w:ascii="Tahoma" w:hAnsi="Tahoma" w:cs="Tahoma"/>
          <w:sz w:val="20"/>
          <w:szCs w:val="20"/>
        </w:rPr>
        <w:t>pn: ……………………………………………………….</w:t>
      </w:r>
      <w:r w:rsidRPr="0019216E">
        <w:rPr>
          <w:rFonts w:ascii="Tahoma" w:hAnsi="Tahoma" w:cs="Tahoma"/>
          <w:sz w:val="20"/>
          <w:szCs w:val="20"/>
        </w:rPr>
        <w:t>………………………………………………………………………………………... w okresie od</w:t>
      </w:r>
      <w:r>
        <w:rPr>
          <w:rFonts w:ascii="Tahoma" w:hAnsi="Tahoma" w:cs="Tahoma"/>
          <w:sz w:val="20"/>
          <w:szCs w:val="20"/>
        </w:rPr>
        <w:t xml:space="preserve"> ……</w:t>
      </w:r>
      <w:r w:rsidRPr="0019216E">
        <w:rPr>
          <w:rFonts w:ascii="Tahoma" w:hAnsi="Tahoma" w:cs="Tahoma"/>
          <w:sz w:val="20"/>
          <w:szCs w:val="20"/>
        </w:rPr>
        <w:t>………………</w:t>
      </w:r>
      <w:r>
        <w:rPr>
          <w:rFonts w:ascii="Tahoma" w:hAnsi="Tahoma" w:cs="Tahoma"/>
          <w:sz w:val="20"/>
          <w:szCs w:val="20"/>
        </w:rPr>
        <w:t xml:space="preserve">……… </w:t>
      </w:r>
      <w:r w:rsidRPr="0019216E">
        <w:rPr>
          <w:rFonts w:ascii="Tahoma" w:hAnsi="Tahoma" w:cs="Tahoma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 xml:space="preserve"> </w:t>
      </w:r>
      <w:r w:rsidRPr="0019216E">
        <w:rPr>
          <w:rFonts w:ascii="Tahoma" w:hAnsi="Tahoma" w:cs="Tahoma"/>
          <w:sz w:val="20"/>
          <w:szCs w:val="20"/>
        </w:rPr>
        <w:t>…………………</w:t>
      </w:r>
      <w:r>
        <w:rPr>
          <w:rFonts w:ascii="Tahoma" w:hAnsi="Tahoma" w:cs="Tahoma"/>
          <w:sz w:val="20"/>
          <w:szCs w:val="20"/>
        </w:rPr>
        <w:t>……….</w:t>
      </w:r>
      <w:r w:rsidRPr="0019216E">
        <w:rPr>
          <w:rFonts w:ascii="Tahoma" w:hAnsi="Tahoma" w:cs="Tahoma"/>
          <w:sz w:val="20"/>
          <w:szCs w:val="20"/>
        </w:rPr>
        <w:t xml:space="preserve">, ze środków </w:t>
      </w:r>
      <w:r>
        <w:rPr>
          <w:rFonts w:ascii="Tahoma" w:hAnsi="Tahoma" w:cs="Tahoma"/>
          <w:sz w:val="20"/>
          <w:szCs w:val="20"/>
        </w:rPr>
        <w:t>Krajowego Biura ds. Przeciwdziałania Narkomanii</w:t>
      </w:r>
      <w:r w:rsidRPr="0019216E">
        <w:rPr>
          <w:rFonts w:ascii="Tahoma" w:hAnsi="Tahoma" w:cs="Tahoma"/>
          <w:sz w:val="20"/>
          <w:szCs w:val="20"/>
        </w:rPr>
        <w:t>, realizowanego przez naszą organizację, składamy następujące oświadczenie:</w:t>
      </w:r>
    </w:p>
    <w:p w:rsidR="008607BB" w:rsidRPr="0019216E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607BB" w:rsidRPr="0019216E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 xml:space="preserve">Niżej podpisane osoby, posiadające prawo do składania oświadczeń woli </w:t>
      </w:r>
      <w:r>
        <w:rPr>
          <w:rFonts w:ascii="Tahoma" w:hAnsi="Tahoma" w:cs="Tahoma"/>
          <w:sz w:val="20"/>
          <w:szCs w:val="20"/>
        </w:rPr>
        <w:t xml:space="preserve">w imieniu organizacji </w:t>
      </w:r>
      <w:r w:rsidRPr="0019216E">
        <w:rPr>
          <w:rFonts w:ascii="Tahoma" w:hAnsi="Tahoma" w:cs="Tahoma"/>
          <w:sz w:val="20"/>
          <w:szCs w:val="20"/>
        </w:rPr>
        <w:t>oświadczają, że w/w organizacja:</w:t>
      </w:r>
    </w:p>
    <w:p w:rsidR="008607BB" w:rsidRPr="0019216E" w:rsidRDefault="008607BB" w:rsidP="00662F01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>Posiada rachunek bankowy</w:t>
      </w:r>
      <w:r>
        <w:rPr>
          <w:rFonts w:ascii="Tahoma" w:hAnsi="Tahoma" w:cs="Tahoma"/>
          <w:sz w:val="20"/>
          <w:szCs w:val="20"/>
        </w:rPr>
        <w:t xml:space="preserve"> w ………………………………………………………… </w:t>
      </w:r>
      <w:r>
        <w:rPr>
          <w:rFonts w:ascii="Tahoma" w:hAnsi="Tahoma" w:cs="Tahoma"/>
          <w:sz w:val="20"/>
          <w:szCs w:val="20"/>
        </w:rPr>
        <w:br/>
        <w:t>nr …………………………………………………….</w:t>
      </w:r>
      <w:r w:rsidRPr="0019216E">
        <w:rPr>
          <w:rFonts w:ascii="Tahoma" w:hAnsi="Tahoma" w:cs="Tahoma"/>
          <w:sz w:val="20"/>
          <w:szCs w:val="20"/>
        </w:rPr>
        <w:t>, nie zajęty</w:t>
      </w:r>
      <w:r>
        <w:rPr>
          <w:rFonts w:ascii="Tahoma" w:hAnsi="Tahoma" w:cs="Tahoma"/>
          <w:sz w:val="20"/>
          <w:szCs w:val="20"/>
        </w:rPr>
        <w:t xml:space="preserve"> </w:t>
      </w:r>
      <w:r w:rsidRPr="0019216E">
        <w:rPr>
          <w:rFonts w:ascii="Tahoma" w:hAnsi="Tahoma" w:cs="Tahoma"/>
          <w:sz w:val="20"/>
          <w:szCs w:val="20"/>
        </w:rPr>
        <w:t>z jakiegokolwiek tytułu egzekucyjnego.</w:t>
      </w:r>
    </w:p>
    <w:p w:rsidR="008607BB" w:rsidRPr="0019216E" w:rsidRDefault="008607BB" w:rsidP="00662F01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>Nie zalega</w:t>
      </w:r>
      <w:r>
        <w:rPr>
          <w:rFonts w:ascii="Tahoma" w:hAnsi="Tahoma" w:cs="Tahoma"/>
          <w:sz w:val="20"/>
          <w:szCs w:val="20"/>
        </w:rPr>
        <w:t xml:space="preserve"> </w:t>
      </w:r>
      <w:r w:rsidRPr="0019216E">
        <w:rPr>
          <w:rFonts w:ascii="Tahoma" w:hAnsi="Tahoma" w:cs="Tahoma"/>
          <w:sz w:val="20"/>
          <w:szCs w:val="20"/>
        </w:rPr>
        <w:t>z płatnościami w Z</w:t>
      </w:r>
      <w:r>
        <w:rPr>
          <w:rFonts w:ascii="Tahoma" w:hAnsi="Tahoma" w:cs="Tahoma"/>
          <w:sz w:val="20"/>
          <w:szCs w:val="20"/>
        </w:rPr>
        <w:t>akładzie Ubezpieczeń Społecznych.</w:t>
      </w:r>
    </w:p>
    <w:p w:rsidR="008607BB" w:rsidRPr="0019216E" w:rsidRDefault="008607BB" w:rsidP="00662F01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9216E">
        <w:rPr>
          <w:rFonts w:ascii="Tahoma" w:hAnsi="Tahoma" w:cs="Tahoma"/>
          <w:sz w:val="20"/>
          <w:szCs w:val="20"/>
        </w:rPr>
        <w:t>Nie zalega</w:t>
      </w:r>
      <w:r>
        <w:rPr>
          <w:rFonts w:ascii="Tahoma" w:hAnsi="Tahoma" w:cs="Tahoma"/>
          <w:sz w:val="20"/>
          <w:szCs w:val="20"/>
        </w:rPr>
        <w:t xml:space="preserve"> </w:t>
      </w:r>
      <w:r w:rsidRPr="0019216E">
        <w:rPr>
          <w:rFonts w:ascii="Tahoma" w:hAnsi="Tahoma" w:cs="Tahoma"/>
          <w:sz w:val="20"/>
          <w:szCs w:val="20"/>
        </w:rPr>
        <w:t>z podatkami we właściwym dla organizacji Urzędzie Skarbowym.</w:t>
      </w:r>
    </w:p>
    <w:p w:rsidR="008607BB" w:rsidRDefault="008607BB" w:rsidP="00662F01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jest  zadłużona</w:t>
      </w:r>
      <w:r w:rsidRPr="0019216E">
        <w:rPr>
          <w:rFonts w:ascii="Tahoma" w:hAnsi="Tahoma" w:cs="Tahoma"/>
          <w:sz w:val="20"/>
          <w:szCs w:val="20"/>
        </w:rPr>
        <w:t xml:space="preserve"> na koniec miesiąca poprzedzającego złożenie oferty.</w:t>
      </w:r>
    </w:p>
    <w:p w:rsidR="008607BB" w:rsidRDefault="008607BB" w:rsidP="00273D09">
      <w:pPr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8607BB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607BB" w:rsidRPr="0019216E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19216E">
        <w:rPr>
          <w:rFonts w:ascii="Tahoma" w:hAnsi="Tahoma" w:cs="Tahoma"/>
          <w:sz w:val="20"/>
          <w:szCs w:val="20"/>
        </w:rPr>
        <w:t>soby składające oświadczenie:</w:t>
      </w:r>
    </w:p>
    <w:p w:rsidR="008607BB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……………………………………………………..</w:t>
      </w:r>
    </w:p>
    <w:p w:rsidR="008607BB" w:rsidRPr="0019216E" w:rsidRDefault="008607BB" w:rsidP="00662F0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…………………………………………………….</w:t>
      </w:r>
    </w:p>
    <w:p w:rsidR="008607BB" w:rsidRPr="0019216E" w:rsidRDefault="008607BB">
      <w:pPr>
        <w:jc w:val="both"/>
        <w:rPr>
          <w:rFonts w:ascii="Tahoma" w:hAnsi="Tahoma" w:cs="Tahoma"/>
          <w:sz w:val="20"/>
          <w:szCs w:val="20"/>
        </w:rPr>
      </w:pPr>
    </w:p>
    <w:p w:rsidR="008607BB" w:rsidRDefault="008607BB" w:rsidP="00662F01">
      <w:pPr>
        <w:ind w:left="2832" w:firstLine="708"/>
        <w:jc w:val="both"/>
        <w:rPr>
          <w:rFonts w:ascii="Tahoma" w:hAnsi="Tahoma" w:cs="Tahoma"/>
          <w:sz w:val="20"/>
          <w:szCs w:val="20"/>
        </w:rPr>
      </w:pPr>
    </w:p>
    <w:p w:rsidR="008607BB" w:rsidRDefault="008607BB" w:rsidP="00662F01">
      <w:pPr>
        <w:ind w:left="424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…………………………………………………..        </w:t>
      </w:r>
    </w:p>
    <w:p w:rsidR="008607BB" w:rsidRDefault="008607BB" w:rsidP="00662F01">
      <w:pPr>
        <w:ind w:left="424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Podpis/y </w:t>
      </w:r>
    </w:p>
    <w:p w:rsidR="008607BB" w:rsidRDefault="008607BB" w:rsidP="006E1C62">
      <w:pPr>
        <w:ind w:left="424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osób składających oświadczenie</w:t>
      </w:r>
    </w:p>
    <w:sectPr w:rsidR="008607BB" w:rsidSect="001605D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7BB" w:rsidRDefault="008607BB">
      <w:r>
        <w:separator/>
      </w:r>
    </w:p>
  </w:endnote>
  <w:endnote w:type="continuationSeparator" w:id="0">
    <w:p w:rsidR="008607BB" w:rsidRDefault="00860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7BB" w:rsidRDefault="008607BB">
      <w:r>
        <w:separator/>
      </w:r>
    </w:p>
  </w:footnote>
  <w:footnote w:type="continuationSeparator" w:id="0">
    <w:p w:rsidR="008607BB" w:rsidRDefault="008607BB">
      <w:r>
        <w:continuationSeparator/>
      </w:r>
    </w:p>
  </w:footnote>
  <w:footnote w:id="1">
    <w:p w:rsidR="008607BB" w:rsidRDefault="008607BB" w:rsidP="009631A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 </w:t>
      </w:r>
      <w:r w:rsidRPr="00662F01">
        <w:rPr>
          <w:rFonts w:ascii="Tahoma" w:hAnsi="Tahoma" w:cs="Tahoma"/>
          <w:sz w:val="18"/>
          <w:szCs w:val="18"/>
        </w:rPr>
        <w:t>niepotrzebne skreślić</w:t>
      </w:r>
    </w:p>
    <w:p w:rsidR="008607BB" w:rsidRDefault="008607BB" w:rsidP="009631AD">
      <w:pPr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7BB" w:rsidRPr="00882415" w:rsidRDefault="008607BB" w:rsidP="00882415">
    <w:pPr>
      <w:pStyle w:val="Header"/>
      <w:jc w:val="right"/>
      <w:rPr>
        <w:rFonts w:ascii="Tahoma" w:hAnsi="Tahoma" w:cs="Tahoma"/>
        <w:b/>
        <w:bCs/>
        <w:sz w:val="18"/>
        <w:szCs w:val="18"/>
      </w:rPr>
    </w:pPr>
    <w:r w:rsidRPr="00882415">
      <w:rPr>
        <w:rFonts w:ascii="Tahoma" w:hAnsi="Tahoma" w:cs="Tahoma"/>
        <w:b/>
        <w:bCs/>
        <w:sz w:val="18"/>
        <w:szCs w:val="18"/>
      </w:rPr>
      <w:t>Z</w:t>
    </w:r>
    <w:r>
      <w:rPr>
        <w:rFonts w:ascii="Tahoma" w:hAnsi="Tahoma" w:cs="Tahoma"/>
        <w:b/>
        <w:bCs/>
        <w:sz w:val="18"/>
        <w:szCs w:val="18"/>
      </w:rPr>
      <w:t>AŁĄCZNIK NR</w:t>
    </w:r>
    <w:r w:rsidRPr="00882415">
      <w:rPr>
        <w:rFonts w:ascii="Tahoma" w:hAnsi="Tahoma" w:cs="Tahoma"/>
        <w:b/>
        <w:bCs/>
        <w:sz w:val="18"/>
        <w:szCs w:val="18"/>
      </w:rPr>
      <w:t xml:space="preserve"> </w:t>
    </w:r>
    <w:r>
      <w:rPr>
        <w:rFonts w:ascii="Tahoma" w:hAnsi="Tahoma" w:cs="Tahoma"/>
        <w:b/>
        <w:bCs/>
        <w:sz w:val="18"/>
        <w:szCs w:val="18"/>
      </w:rPr>
      <w:t xml:space="preserve">2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3690EA3"/>
    <w:multiLevelType w:val="hybridMultilevel"/>
    <w:tmpl w:val="32DECE2E"/>
    <w:lvl w:ilvl="0" w:tplc="0415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CDCA3BBC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cs="Times New Roman" w:hint="default"/>
        <w:sz w:val="16"/>
        <w:szCs w:val="16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E4B89"/>
    <w:multiLevelType w:val="hybridMultilevel"/>
    <w:tmpl w:val="AEB6ECB2"/>
    <w:lvl w:ilvl="0" w:tplc="EE5E2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94FCF"/>
    <w:multiLevelType w:val="multilevel"/>
    <w:tmpl w:val="FB7C5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575A01"/>
    <w:multiLevelType w:val="hybridMultilevel"/>
    <w:tmpl w:val="378455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3689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F007F5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3C3A24"/>
    <w:multiLevelType w:val="hybridMultilevel"/>
    <w:tmpl w:val="52CAAA0A"/>
    <w:lvl w:ilvl="0" w:tplc="0415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41BC594E">
      <w:start w:val="6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ascii="Arial" w:hAnsi="Arial" w:cs="Arial" w:hint="default"/>
        <w:sz w:val="16"/>
        <w:szCs w:val="16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E622E"/>
    <w:multiLevelType w:val="hybridMultilevel"/>
    <w:tmpl w:val="325EC138"/>
    <w:lvl w:ilvl="0" w:tplc="2D0A5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F463273"/>
    <w:multiLevelType w:val="hybridMultilevel"/>
    <w:tmpl w:val="55B0A76C"/>
    <w:lvl w:ilvl="0" w:tplc="54081D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26819"/>
    <w:multiLevelType w:val="multilevel"/>
    <w:tmpl w:val="1A126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5E1128"/>
    <w:multiLevelType w:val="hybridMultilevel"/>
    <w:tmpl w:val="B8F2AC7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3C0DE0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BF3A1E"/>
    <w:multiLevelType w:val="hybridMultilevel"/>
    <w:tmpl w:val="9A5E98EC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F746F"/>
    <w:multiLevelType w:val="hybridMultilevel"/>
    <w:tmpl w:val="2346BD3E"/>
    <w:lvl w:ilvl="0" w:tplc="541AEC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7742CC"/>
    <w:multiLevelType w:val="hybridMultilevel"/>
    <w:tmpl w:val="C0E80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735B7C"/>
    <w:multiLevelType w:val="hybridMultilevel"/>
    <w:tmpl w:val="C8B69F32"/>
    <w:lvl w:ilvl="0" w:tplc="1312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DA2285"/>
    <w:multiLevelType w:val="multilevel"/>
    <w:tmpl w:val="2E6C6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CF2185"/>
    <w:multiLevelType w:val="hybridMultilevel"/>
    <w:tmpl w:val="0CB6FC78"/>
    <w:lvl w:ilvl="0" w:tplc="0415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422D8"/>
    <w:multiLevelType w:val="multilevel"/>
    <w:tmpl w:val="6060A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CA31DD"/>
    <w:multiLevelType w:val="hybridMultilevel"/>
    <w:tmpl w:val="2E40956E"/>
    <w:lvl w:ilvl="0" w:tplc="16D076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2F7237"/>
    <w:multiLevelType w:val="multilevel"/>
    <w:tmpl w:val="6060A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6B0168"/>
    <w:multiLevelType w:val="hybridMultilevel"/>
    <w:tmpl w:val="3AA65FAE"/>
    <w:lvl w:ilvl="0" w:tplc="CF2C6F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613B32"/>
    <w:multiLevelType w:val="hybridMultilevel"/>
    <w:tmpl w:val="809A0394"/>
    <w:lvl w:ilvl="0" w:tplc="04150005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221351"/>
    <w:multiLevelType w:val="hybridMultilevel"/>
    <w:tmpl w:val="59B4A9AA"/>
    <w:lvl w:ilvl="0" w:tplc="846CBC36">
      <w:start w:val="1"/>
      <w:numFmt w:val="upperRoman"/>
      <w:lvlText w:val="%1."/>
      <w:lvlJc w:val="left"/>
      <w:pPr>
        <w:tabs>
          <w:tab w:val="num" w:pos="180"/>
        </w:tabs>
        <w:ind w:left="180" w:hanging="72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2">
    <w:nsid w:val="49C12377"/>
    <w:multiLevelType w:val="hybridMultilevel"/>
    <w:tmpl w:val="63D67DEA"/>
    <w:lvl w:ilvl="0" w:tplc="2D02F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AB953DE"/>
    <w:multiLevelType w:val="hybridMultilevel"/>
    <w:tmpl w:val="8F1CA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E5820"/>
    <w:multiLevelType w:val="multilevel"/>
    <w:tmpl w:val="8774D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1F63D3"/>
    <w:multiLevelType w:val="hybridMultilevel"/>
    <w:tmpl w:val="BC00FC80"/>
    <w:lvl w:ilvl="0" w:tplc="3446DC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690FFC"/>
    <w:multiLevelType w:val="hybridMultilevel"/>
    <w:tmpl w:val="E78206A4"/>
    <w:lvl w:ilvl="0" w:tplc="16D07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1308A0"/>
    <w:multiLevelType w:val="hybridMultilevel"/>
    <w:tmpl w:val="05B6608E"/>
    <w:lvl w:ilvl="0" w:tplc="0415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8EB2D5A4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ascii="Arial" w:hAnsi="Arial" w:cs="Arial" w:hint="default"/>
        <w:sz w:val="16"/>
        <w:szCs w:val="16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6A206C"/>
    <w:multiLevelType w:val="hybridMultilevel"/>
    <w:tmpl w:val="6060A996"/>
    <w:lvl w:ilvl="0" w:tplc="0415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16B9C"/>
    <w:multiLevelType w:val="hybridMultilevel"/>
    <w:tmpl w:val="263E8FE0"/>
    <w:lvl w:ilvl="0" w:tplc="8B945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4B2256"/>
    <w:multiLevelType w:val="hybridMultilevel"/>
    <w:tmpl w:val="0714DD44"/>
    <w:lvl w:ilvl="0" w:tplc="6EE23BDE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310A4F"/>
    <w:multiLevelType w:val="hybridMultilevel"/>
    <w:tmpl w:val="7A4E9678"/>
    <w:lvl w:ilvl="0" w:tplc="0415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EC250A2"/>
    <w:multiLevelType w:val="hybridMultilevel"/>
    <w:tmpl w:val="5AA04558"/>
    <w:lvl w:ilvl="0" w:tplc="16D076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646DEF"/>
    <w:multiLevelType w:val="hybridMultilevel"/>
    <w:tmpl w:val="6A5CBA58"/>
    <w:lvl w:ilvl="0" w:tplc="E3C0DE0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577492"/>
    <w:multiLevelType w:val="multilevel"/>
    <w:tmpl w:val="6060A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A16FB4"/>
    <w:multiLevelType w:val="hybridMultilevel"/>
    <w:tmpl w:val="1FD8FA7C"/>
    <w:lvl w:ilvl="0" w:tplc="6EE23BDE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5F04A78"/>
    <w:multiLevelType w:val="multilevel"/>
    <w:tmpl w:val="68B2C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4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cs="Times New Roman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A059A9"/>
    <w:multiLevelType w:val="hybridMultilevel"/>
    <w:tmpl w:val="F2F0A136"/>
    <w:lvl w:ilvl="0" w:tplc="16D076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143C6D"/>
    <w:multiLevelType w:val="hybridMultilevel"/>
    <w:tmpl w:val="CD0CE98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D76DA7"/>
    <w:multiLevelType w:val="hybridMultilevel"/>
    <w:tmpl w:val="BF8C18FC"/>
    <w:lvl w:ilvl="0" w:tplc="0415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21"/>
  </w:num>
  <w:num w:numId="4">
    <w:abstractNumId w:val="29"/>
  </w:num>
  <w:num w:numId="5">
    <w:abstractNumId w:val="19"/>
  </w:num>
  <w:num w:numId="6">
    <w:abstractNumId w:val="7"/>
  </w:num>
  <w:num w:numId="7">
    <w:abstractNumId w:val="39"/>
  </w:num>
  <w:num w:numId="8">
    <w:abstractNumId w:val="37"/>
  </w:num>
  <w:num w:numId="9">
    <w:abstractNumId w:val="4"/>
  </w:num>
  <w:num w:numId="10">
    <w:abstractNumId w:val="23"/>
  </w:num>
  <w:num w:numId="11">
    <w:abstractNumId w:val="2"/>
  </w:num>
  <w:num w:numId="12">
    <w:abstractNumId w:val="20"/>
  </w:num>
  <w:num w:numId="13">
    <w:abstractNumId w:val="31"/>
  </w:num>
  <w:num w:numId="14">
    <w:abstractNumId w:val="25"/>
  </w:num>
  <w:num w:numId="15">
    <w:abstractNumId w:val="3"/>
  </w:num>
  <w:num w:numId="16">
    <w:abstractNumId w:val="12"/>
  </w:num>
  <w:num w:numId="17">
    <w:abstractNumId w:val="26"/>
  </w:num>
  <w:num w:numId="18">
    <w:abstractNumId w:val="15"/>
  </w:num>
  <w:num w:numId="19">
    <w:abstractNumId w:val="38"/>
  </w:num>
  <w:num w:numId="20">
    <w:abstractNumId w:val="10"/>
  </w:num>
  <w:num w:numId="21">
    <w:abstractNumId w:val="6"/>
  </w:num>
  <w:num w:numId="22">
    <w:abstractNumId w:val="0"/>
  </w:num>
  <w:num w:numId="23">
    <w:abstractNumId w:val="32"/>
  </w:num>
  <w:num w:numId="24">
    <w:abstractNumId w:val="17"/>
  </w:num>
  <w:num w:numId="25">
    <w:abstractNumId w:val="35"/>
  </w:num>
  <w:num w:numId="26">
    <w:abstractNumId w:val="30"/>
  </w:num>
  <w:num w:numId="27">
    <w:abstractNumId w:val="9"/>
  </w:num>
  <w:num w:numId="28">
    <w:abstractNumId w:val="13"/>
  </w:num>
  <w:num w:numId="29">
    <w:abstractNumId w:val="33"/>
  </w:num>
  <w:num w:numId="30">
    <w:abstractNumId w:val="34"/>
  </w:num>
  <w:num w:numId="31">
    <w:abstractNumId w:val="27"/>
  </w:num>
  <w:num w:numId="32">
    <w:abstractNumId w:val="16"/>
  </w:num>
  <w:num w:numId="33">
    <w:abstractNumId w:val="1"/>
  </w:num>
  <w:num w:numId="34">
    <w:abstractNumId w:val="14"/>
  </w:num>
  <w:num w:numId="35">
    <w:abstractNumId w:val="8"/>
  </w:num>
  <w:num w:numId="36">
    <w:abstractNumId w:val="24"/>
  </w:num>
  <w:num w:numId="37">
    <w:abstractNumId w:val="36"/>
  </w:num>
  <w:num w:numId="38">
    <w:abstractNumId w:val="18"/>
  </w:num>
  <w:num w:numId="39">
    <w:abstractNumId w:val="5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EF1"/>
    <w:rsid w:val="000103B8"/>
    <w:rsid w:val="0003543B"/>
    <w:rsid w:val="0007127F"/>
    <w:rsid w:val="00081F6D"/>
    <w:rsid w:val="00090EE9"/>
    <w:rsid w:val="000F0DEB"/>
    <w:rsid w:val="00153885"/>
    <w:rsid w:val="001605D5"/>
    <w:rsid w:val="00167EF1"/>
    <w:rsid w:val="0019216E"/>
    <w:rsid w:val="001F55E2"/>
    <w:rsid w:val="00237A06"/>
    <w:rsid w:val="00244436"/>
    <w:rsid w:val="00273D09"/>
    <w:rsid w:val="002C1431"/>
    <w:rsid w:val="002C75DC"/>
    <w:rsid w:val="002E2B18"/>
    <w:rsid w:val="00311AAE"/>
    <w:rsid w:val="00366B8F"/>
    <w:rsid w:val="00381B34"/>
    <w:rsid w:val="00391051"/>
    <w:rsid w:val="00391CEA"/>
    <w:rsid w:val="003C27FD"/>
    <w:rsid w:val="003F4F22"/>
    <w:rsid w:val="00445EE8"/>
    <w:rsid w:val="004F22E9"/>
    <w:rsid w:val="00502275"/>
    <w:rsid w:val="00504F38"/>
    <w:rsid w:val="00511B87"/>
    <w:rsid w:val="00512EF8"/>
    <w:rsid w:val="0053546E"/>
    <w:rsid w:val="00567234"/>
    <w:rsid w:val="005A6D8D"/>
    <w:rsid w:val="005C7970"/>
    <w:rsid w:val="005E325A"/>
    <w:rsid w:val="005F7FCA"/>
    <w:rsid w:val="00631DFA"/>
    <w:rsid w:val="00633D32"/>
    <w:rsid w:val="006529B0"/>
    <w:rsid w:val="00662F01"/>
    <w:rsid w:val="006D4699"/>
    <w:rsid w:val="006E1C62"/>
    <w:rsid w:val="006F054D"/>
    <w:rsid w:val="007C08F2"/>
    <w:rsid w:val="007C7756"/>
    <w:rsid w:val="008429FD"/>
    <w:rsid w:val="008607BB"/>
    <w:rsid w:val="00882415"/>
    <w:rsid w:val="008F2411"/>
    <w:rsid w:val="0091341F"/>
    <w:rsid w:val="00915952"/>
    <w:rsid w:val="00942BB3"/>
    <w:rsid w:val="00953D29"/>
    <w:rsid w:val="009631AD"/>
    <w:rsid w:val="00970160"/>
    <w:rsid w:val="009763AD"/>
    <w:rsid w:val="009A53C6"/>
    <w:rsid w:val="009D2260"/>
    <w:rsid w:val="00A15608"/>
    <w:rsid w:val="00AA42A0"/>
    <w:rsid w:val="00AB5062"/>
    <w:rsid w:val="00B35D9D"/>
    <w:rsid w:val="00C30D92"/>
    <w:rsid w:val="00C4195A"/>
    <w:rsid w:val="00D22A29"/>
    <w:rsid w:val="00D556B6"/>
    <w:rsid w:val="00D92705"/>
    <w:rsid w:val="00D93EF4"/>
    <w:rsid w:val="00DD1B09"/>
    <w:rsid w:val="00DD6496"/>
    <w:rsid w:val="00DF5FB7"/>
    <w:rsid w:val="00E36F9F"/>
    <w:rsid w:val="00E8278E"/>
    <w:rsid w:val="00E955AC"/>
    <w:rsid w:val="00EB665E"/>
    <w:rsid w:val="00EF2D91"/>
    <w:rsid w:val="00FB4C18"/>
    <w:rsid w:val="00FC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8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38E2"/>
    <w:pPr>
      <w:keepNext/>
      <w:widowControl w:val="0"/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38E2"/>
    <w:pPr>
      <w:keepNext/>
      <w:widowControl w:val="0"/>
      <w:autoSpaceDE w:val="0"/>
      <w:autoSpaceDN w:val="0"/>
      <w:adjustRightInd w:val="0"/>
      <w:ind w:left="4962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38E2"/>
    <w:pPr>
      <w:keepNext/>
      <w:widowControl w:val="0"/>
      <w:shd w:val="clear" w:color="auto" w:fill="FFFFFF"/>
      <w:autoSpaceDE w:val="0"/>
      <w:autoSpaceDN w:val="0"/>
      <w:adjustRightInd w:val="0"/>
      <w:spacing w:line="240" w:lineRule="atLeast"/>
      <w:ind w:left="5670"/>
      <w:jc w:val="both"/>
      <w:outlineLvl w:val="4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38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6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BodyText21">
    <w:name w:val="Body Text 21"/>
    <w:basedOn w:val="Normal"/>
    <w:uiPriority w:val="99"/>
    <w:rsid w:val="00FC38E2"/>
    <w:pPr>
      <w:overflowPunct w:val="0"/>
      <w:autoSpaceDE w:val="0"/>
      <w:autoSpaceDN w:val="0"/>
      <w:adjustRightInd w:val="0"/>
      <w:spacing w:after="120" w:line="360" w:lineRule="auto"/>
      <w:jc w:val="center"/>
      <w:textAlignment w:val="baseline"/>
    </w:pPr>
    <w:rPr>
      <w:b/>
      <w:bCs/>
    </w:rPr>
  </w:style>
  <w:style w:type="paragraph" w:styleId="Title">
    <w:name w:val="Title"/>
    <w:basedOn w:val="Normal"/>
    <w:link w:val="TitleChar"/>
    <w:uiPriority w:val="99"/>
    <w:qFormat/>
    <w:rsid w:val="00FC38E2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C38E2"/>
    <w:pPr>
      <w:widowControl w:val="0"/>
      <w:shd w:val="clear" w:color="auto" w:fill="FFFFFF"/>
      <w:autoSpaceDE w:val="0"/>
      <w:autoSpaceDN w:val="0"/>
      <w:adjustRightInd w:val="0"/>
      <w:spacing w:line="240" w:lineRule="atLeast"/>
      <w:jc w:val="both"/>
    </w:pPr>
    <w:rPr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C38E2"/>
    <w:pPr>
      <w:shd w:val="clear" w:color="auto" w:fill="FFFFFF"/>
      <w:spacing w:line="288" w:lineRule="auto"/>
      <w:jc w:val="both"/>
    </w:pPr>
    <w:rPr>
      <w:color w:val="00000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C38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FC38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C38E2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FC38E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D22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D22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A156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169</Words>
  <Characters>1019</Characters>
  <Application>Microsoft Office Outlook</Application>
  <DocSecurity>0</DocSecurity>
  <Lines>0</Lines>
  <Paragraphs>0</Paragraphs>
  <ScaleCrop>false</ScaleCrop>
  <Company>umw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PW-0151/1957/2004</dc:title>
  <dc:subject/>
  <dc:creator>user</dc:creator>
  <cp:keywords/>
  <dc:description/>
  <cp:lastModifiedBy>Anna Radomska</cp:lastModifiedBy>
  <cp:revision>3</cp:revision>
  <cp:lastPrinted>2012-09-14T11:31:00Z</cp:lastPrinted>
  <dcterms:created xsi:type="dcterms:W3CDTF">2013-08-16T08:22:00Z</dcterms:created>
  <dcterms:modified xsi:type="dcterms:W3CDTF">2013-09-10T08:33:00Z</dcterms:modified>
</cp:coreProperties>
</file>